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E0347" w14:textId="77777777" w:rsidR="00525119" w:rsidRDefault="006C71EC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101A2058" wp14:editId="55578E88">
            <wp:simplePos x="0" y="0"/>
            <wp:positionH relativeFrom="column">
              <wp:posOffset>6054090</wp:posOffset>
            </wp:positionH>
            <wp:positionV relativeFrom="paragraph">
              <wp:posOffset>3384452</wp:posOffset>
            </wp:positionV>
            <wp:extent cx="572188" cy="40176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03051328" wp14:editId="74BC8DE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009D468C" wp14:editId="2CA808B5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</w:t>
      </w:r>
      <w:r w:rsidR="00D51195" w:rsidRPr="0090117B">
        <w:rPr>
          <w:rFonts w:ascii="Segoe Print" w:hAnsi="Segoe Print"/>
          <w:b/>
          <w:sz w:val="24"/>
        </w:rPr>
        <w:t>.1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1F09C59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52C9C29F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6AAEF34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6A774E2" w14:textId="77777777" w:rsidR="00E20822" w:rsidRPr="00FB0E81" w:rsidRDefault="006C71EC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D51195">
              <w:rPr>
                <w:rFonts w:ascii="Avenir Book" w:hAnsi="Avenir Book"/>
              </w:rPr>
              <w:t xml:space="preserve">-5 x -5 = </w:t>
            </w:r>
          </w:p>
        </w:tc>
        <w:tc>
          <w:tcPr>
            <w:tcW w:w="425" w:type="dxa"/>
            <w:tcBorders>
              <w:right w:val="nil"/>
            </w:tcBorders>
          </w:tcPr>
          <w:p w14:paraId="713BD784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1FC7E5DB" w14:textId="77777777" w:rsidR="00E20822" w:rsidRPr="000A63AF" w:rsidRDefault="006C71EC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 w:rsidRPr="00D51195">
              <w:rPr>
                <w:rFonts w:ascii="Avenir Book" w:hAnsi="Avenir Book"/>
              </w:rPr>
              <w:t xml:space="preserve">Simplify </w:t>
            </w:r>
            <m:oMath>
              <m:r>
                <w:rPr>
                  <w:rFonts w:ascii="Cambria Math" w:hAnsi="Cambria Math"/>
                </w:rPr>
                <m:t>4a+5b+2a+b</m:t>
              </m:r>
            </m:oMath>
          </w:p>
        </w:tc>
      </w:tr>
      <w:tr w:rsidR="00E20822" w:rsidRPr="00C240D5" w14:paraId="29B83913" w14:textId="77777777" w:rsidTr="006C71EC">
        <w:trPr>
          <w:trHeight w:val="1688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13C3338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1D859C93" w14:textId="77777777" w:rsidR="00E20822" w:rsidRPr="00C240D5" w:rsidRDefault="006C71EC" w:rsidP="00505FC9">
            <w:pPr>
              <w:spacing w:before="120" w:after="0"/>
              <w:rPr>
                <w:rFonts w:ascii="Avenir Book" w:hAnsi="Avenir Book"/>
              </w:rPr>
            </w:pPr>
            <w:r w:rsidRPr="00D51195">
              <w:rPr>
                <w:rFonts w:ascii="Avenir Book" w:hAnsi="Avenir Book"/>
              </w:rPr>
              <w:t>Estimate 8.37 x 23.8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29D473D8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566CE109" w14:textId="77777777" w:rsidR="006C71EC" w:rsidRPr="00D51195" w:rsidRDefault="006C71EC" w:rsidP="006C71EC">
            <w:pPr>
              <w:spacing w:before="120"/>
              <w:rPr>
                <w:rFonts w:ascii="Avenir Book" w:hAnsi="Avenir Book"/>
              </w:rPr>
            </w:pPr>
            <w:r w:rsidRPr="00D51195">
              <w:rPr>
                <w:rFonts w:ascii="Avenir Book" w:hAnsi="Avenir Book"/>
              </w:rPr>
              <w:t>What is the range of:</w:t>
            </w:r>
          </w:p>
          <w:p w14:paraId="2A01FF9F" w14:textId="77777777" w:rsidR="00E20822" w:rsidRPr="00C240D5" w:rsidRDefault="006C71EC" w:rsidP="006C71EC">
            <w:pPr>
              <w:spacing w:before="120" w:after="0"/>
              <w:rPr>
                <w:rFonts w:ascii="Avenir Book" w:hAnsi="Avenir Book"/>
              </w:rPr>
            </w:pPr>
            <w:r w:rsidRPr="00D51195">
              <w:rPr>
                <w:rFonts w:ascii="Avenir Book" w:hAnsi="Avenir Book"/>
              </w:rPr>
              <w:t>5, 6, 3, 4, 4, 2, 15, 2,</w:t>
            </w:r>
          </w:p>
        </w:tc>
      </w:tr>
      <w:tr w:rsidR="00E20822" w:rsidRPr="00C240D5" w14:paraId="0733E890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1B725E3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D95A620" w14:textId="77777777" w:rsidR="006C71EC" w:rsidRPr="00D51195" w:rsidRDefault="006C71EC" w:rsidP="006C71EC">
            <w:pPr>
              <w:rPr>
                <w:rFonts w:ascii="Avenir Book" w:hAnsi="Avenir Book"/>
              </w:rPr>
            </w:pPr>
            <w:r w:rsidRPr="00D51195">
              <w:rPr>
                <w:rFonts w:ascii="Avenir Book" w:hAnsi="Avenir Book"/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4562C2CC" wp14:editId="78D7F68B">
                      <wp:simplePos x="0" y="0"/>
                      <wp:positionH relativeFrom="column">
                        <wp:posOffset>1365982</wp:posOffset>
                      </wp:positionH>
                      <wp:positionV relativeFrom="paragraph">
                        <wp:posOffset>230284</wp:posOffset>
                      </wp:positionV>
                      <wp:extent cx="876300" cy="442595"/>
                      <wp:effectExtent l="0" t="0" r="0" b="14605"/>
                      <wp:wrapNone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6300" cy="442595"/>
                                <a:chOff x="0" y="0"/>
                                <a:chExt cx="876300" cy="442916"/>
                              </a:xfrm>
                            </wpg:grpSpPr>
                            <wpg:grpSp>
                              <wpg:cNvPr id="28" name="Group 28"/>
                              <wpg:cNvGrpSpPr/>
                              <wpg:grpSpPr>
                                <a:xfrm>
                                  <a:off x="0" y="104775"/>
                                  <a:ext cx="700087" cy="333375"/>
                                  <a:chOff x="0" y="0"/>
                                  <a:chExt cx="700087" cy="333375"/>
                                </a:xfrm>
                              </wpg:grpSpPr>
                              <wps:wsp>
                                <wps:cNvPr id="24" name="Straight Connector 24"/>
                                <wps:cNvCnPr/>
                                <wps:spPr>
                                  <a:xfrm>
                                    <a:off x="0" y="0"/>
                                    <a:ext cx="700087" cy="33337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" name="Straight Connector 25"/>
                                <wps:cNvCnPr/>
                                <wps:spPr>
                                  <a:xfrm flipV="1">
                                    <a:off x="323850" y="57150"/>
                                    <a:ext cx="376237" cy="9048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6" name="Text Box 26"/>
                              <wps:cNvSpPr txBox="1"/>
                              <wps:spPr>
                                <a:xfrm>
                                  <a:off x="390525" y="138116"/>
                                  <a:ext cx="48577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B03EAF3" w14:textId="77777777" w:rsidR="006C71EC" w:rsidRPr="00FB38CD" w:rsidRDefault="006C71EC" w:rsidP="006C71EC">
                                    <w:pPr>
                                      <w:rPr>
                                        <w:vertAlign w:val="superscript"/>
                                      </w:rPr>
                                    </w:pPr>
                                    <w:r>
                                      <w:t>55</w:t>
                                    </w:r>
                                    <w:r>
                                      <w:rPr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Text Box 27"/>
                              <wps:cNvSpPr txBox="1"/>
                              <wps:spPr>
                                <a:xfrm>
                                  <a:off x="223837" y="0"/>
                                  <a:ext cx="48577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6A83AD5" w14:textId="77777777" w:rsidR="006C71EC" w:rsidRPr="00FB38CD" w:rsidRDefault="006C71EC" w:rsidP="006C71EC">
                                    <w:pPr>
                                      <w:rPr>
                                        <w:vertAlign w:val="superscript"/>
                                      </w:rPr>
                                    </w:pPr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62C2CC" id="Group 29" o:spid="_x0000_s1026" style="position:absolute;margin-left:107.55pt;margin-top:18.15pt;width:69pt;height:34.85pt;z-index:251670528;mso-width-relative:margin;mso-height-relative:margin" coordsize="8763,44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">
                      <v:group id="Group 28" o:spid="_x0000_s1027" style="position:absolute;top:1047;width:7000;height:3334" coordsize="7000,333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">
                        <v:line id="Straight Connector 24" o:spid="_x0000_s1028" style="position:absolute;visibility:visible;mso-wrap-style:square" from="0,0" to="7000,333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" strokecolor="#4579b8 [3044]"/>
                        <v:line id="Straight Connector 25" o:spid="_x0000_s1029" style="position:absolute;flip:y;visibility:visible;mso-wrap-style:square" from="3238,571" to="7000,147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" strokecolor="#4579b8 [3044]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6" o:spid="_x0000_s1030" type="#_x0000_t202" style="position:absolute;left:3905;top:1381;width:4858;height:30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" filled="f" stroked="f" strokeweight=".5pt">
                        <v:textbox>
                          <w:txbxContent>
                            <w:p w14:paraId="1B03EAF3" w14:textId="77777777" w:rsidR="006C71EC" w:rsidRPr="00FB38CD" w:rsidRDefault="006C71EC" w:rsidP="006C71EC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55</w:t>
                              </w:r>
                              <w:r>
                                <w:rPr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27" o:spid="_x0000_s1031" type="#_x0000_t202" style="position:absolute;left:2238;width:4858;height:30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" filled="f" stroked="f" strokeweight=".5pt">
                        <v:textbox>
                          <w:txbxContent>
                            <w:p w14:paraId="76A83AD5" w14:textId="77777777" w:rsidR="006C71EC" w:rsidRPr="00FB38CD" w:rsidRDefault="006C71EC" w:rsidP="006C71EC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x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1195">
              <w:rPr>
                <w:rFonts w:ascii="Avenir Book" w:hAnsi="Avenir Book"/>
              </w:rPr>
              <w:t>Find angle x</w:t>
            </w:r>
          </w:p>
          <w:p w14:paraId="4112BEF1" w14:textId="77777777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6D6D9AF3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20DE56CA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0CB43643" w14:textId="77777777" w:rsidR="006C71EC" w:rsidRDefault="006C71EC" w:rsidP="006C71EC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4EC80064" wp14:editId="69C3CD19">
            <wp:simplePos x="0" y="0"/>
            <wp:positionH relativeFrom="column">
              <wp:posOffset>6054090</wp:posOffset>
            </wp:positionH>
            <wp:positionV relativeFrom="paragraph">
              <wp:posOffset>3384452</wp:posOffset>
            </wp:positionV>
            <wp:extent cx="572188" cy="401760"/>
            <wp:effectExtent l="0" t="0" r="0" b="508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3600" behindDoc="0" locked="0" layoutInCell="1" allowOverlap="1" wp14:anchorId="17A030F2" wp14:editId="778266DD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9" name="Picture 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2576" behindDoc="0" locked="0" layoutInCell="1" allowOverlap="1" wp14:anchorId="60B119E7" wp14:editId="053BA93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0" name="Picture 1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>.1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789268A0" w14:textId="77777777" w:rsidR="006C71EC" w:rsidRDefault="006C71EC" w:rsidP="006C71EC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6C71EC" w:rsidRPr="000A63AF" w14:paraId="50F172B2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23C4BC7C" w14:textId="77777777" w:rsidR="006C71EC" w:rsidRPr="00C240D5" w:rsidRDefault="006C71E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4D7FAC59" w14:textId="77777777" w:rsidR="006C71EC" w:rsidRPr="00FB0E81" w:rsidRDefault="006C71EC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D51195">
              <w:rPr>
                <w:rFonts w:ascii="Avenir Book" w:hAnsi="Avenir Book"/>
              </w:rPr>
              <w:t xml:space="preserve">-5 x -5 = </w:t>
            </w:r>
          </w:p>
        </w:tc>
        <w:tc>
          <w:tcPr>
            <w:tcW w:w="425" w:type="dxa"/>
            <w:tcBorders>
              <w:right w:val="nil"/>
            </w:tcBorders>
          </w:tcPr>
          <w:p w14:paraId="3603C13A" w14:textId="77777777" w:rsidR="006C71EC" w:rsidRPr="00C240D5" w:rsidRDefault="006C71E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4918A151" w14:textId="77777777" w:rsidR="006C71EC" w:rsidRPr="000A63AF" w:rsidRDefault="006C71EC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 w:rsidRPr="00D51195">
              <w:rPr>
                <w:rFonts w:ascii="Avenir Book" w:hAnsi="Avenir Book"/>
              </w:rPr>
              <w:t xml:space="preserve">Simplify </w:t>
            </w:r>
            <m:oMath>
              <m:r>
                <w:rPr>
                  <w:rFonts w:ascii="Cambria Math" w:hAnsi="Cambria Math"/>
                </w:rPr>
                <m:t>4a+5b+2a+b</m:t>
              </m:r>
            </m:oMath>
          </w:p>
        </w:tc>
      </w:tr>
      <w:tr w:rsidR="006C71EC" w:rsidRPr="00C240D5" w14:paraId="6CE36949" w14:textId="77777777" w:rsidTr="00E01254">
        <w:trPr>
          <w:trHeight w:val="1688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9CA0170" w14:textId="77777777" w:rsidR="006C71EC" w:rsidRPr="00C240D5" w:rsidRDefault="006C71E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5A5F94F" w14:textId="77777777" w:rsidR="006C71EC" w:rsidRPr="00C240D5" w:rsidRDefault="006C71EC" w:rsidP="00E01254">
            <w:pPr>
              <w:spacing w:before="120" w:after="0"/>
              <w:rPr>
                <w:rFonts w:ascii="Avenir Book" w:hAnsi="Avenir Book"/>
              </w:rPr>
            </w:pPr>
            <w:r w:rsidRPr="00D51195">
              <w:rPr>
                <w:rFonts w:ascii="Avenir Book" w:hAnsi="Avenir Book"/>
              </w:rPr>
              <w:t>Estimate 8.37 x 23.8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B5A1A73" w14:textId="77777777" w:rsidR="006C71EC" w:rsidRPr="00C240D5" w:rsidRDefault="006C71E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0AB583F3" w14:textId="77777777" w:rsidR="006C71EC" w:rsidRPr="00D51195" w:rsidRDefault="006C71EC" w:rsidP="00E01254">
            <w:pPr>
              <w:spacing w:before="120"/>
              <w:rPr>
                <w:rFonts w:ascii="Avenir Book" w:hAnsi="Avenir Book"/>
              </w:rPr>
            </w:pPr>
            <w:r w:rsidRPr="00D51195">
              <w:rPr>
                <w:rFonts w:ascii="Avenir Book" w:hAnsi="Avenir Book"/>
              </w:rPr>
              <w:t>What is the range of:</w:t>
            </w:r>
          </w:p>
          <w:p w14:paraId="7093B068" w14:textId="77777777" w:rsidR="006C71EC" w:rsidRPr="00C240D5" w:rsidRDefault="006C71EC" w:rsidP="00E01254">
            <w:pPr>
              <w:spacing w:before="120" w:after="0"/>
              <w:rPr>
                <w:rFonts w:ascii="Avenir Book" w:hAnsi="Avenir Book"/>
              </w:rPr>
            </w:pPr>
            <w:r w:rsidRPr="00D51195">
              <w:rPr>
                <w:rFonts w:ascii="Avenir Book" w:hAnsi="Avenir Book"/>
              </w:rPr>
              <w:t>5, 6, 3, 4, 4, 2, 15, 2,</w:t>
            </w:r>
          </w:p>
        </w:tc>
      </w:tr>
      <w:tr w:rsidR="006C71EC" w:rsidRPr="00C240D5" w14:paraId="722428DE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6B4AF7C0" w14:textId="77777777" w:rsidR="006C71EC" w:rsidRPr="00C240D5" w:rsidRDefault="006C71E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60F5FAF" w14:textId="77777777" w:rsidR="006C71EC" w:rsidRPr="00D51195" w:rsidRDefault="006C71EC" w:rsidP="00E01254">
            <w:pPr>
              <w:rPr>
                <w:rFonts w:ascii="Avenir Book" w:hAnsi="Avenir Book"/>
              </w:rPr>
            </w:pPr>
            <w:r w:rsidRPr="00D51195">
              <w:rPr>
                <w:rFonts w:ascii="Avenir Book" w:hAnsi="Avenir Book"/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5CD80F01" wp14:editId="67C479A5">
                      <wp:simplePos x="0" y="0"/>
                      <wp:positionH relativeFrom="column">
                        <wp:posOffset>1365982</wp:posOffset>
                      </wp:positionH>
                      <wp:positionV relativeFrom="paragraph">
                        <wp:posOffset>230284</wp:posOffset>
                      </wp:positionV>
                      <wp:extent cx="876300" cy="442595"/>
                      <wp:effectExtent l="0" t="0" r="0" b="14605"/>
                      <wp:wrapNone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6300" cy="442595"/>
                                <a:chOff x="0" y="0"/>
                                <a:chExt cx="876300" cy="442916"/>
                              </a:xfrm>
                            </wpg:grpSpPr>
                            <wpg:grpSp>
                              <wpg:cNvPr id="3" name="Group 3"/>
                              <wpg:cNvGrpSpPr/>
                              <wpg:grpSpPr>
                                <a:xfrm>
                                  <a:off x="0" y="104775"/>
                                  <a:ext cx="700087" cy="333375"/>
                                  <a:chOff x="0" y="0"/>
                                  <a:chExt cx="700087" cy="333375"/>
                                </a:xfrm>
                              </wpg:grpSpPr>
                              <wps:wsp>
                                <wps:cNvPr id="4" name="Straight Connector 4"/>
                                <wps:cNvCnPr/>
                                <wps:spPr>
                                  <a:xfrm>
                                    <a:off x="0" y="0"/>
                                    <a:ext cx="700087" cy="33337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" name="Straight Connector 5"/>
                                <wps:cNvCnPr/>
                                <wps:spPr>
                                  <a:xfrm flipV="1">
                                    <a:off x="323850" y="57150"/>
                                    <a:ext cx="376237" cy="9048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390525" y="138116"/>
                                  <a:ext cx="48577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8831A28" w14:textId="77777777" w:rsidR="006C71EC" w:rsidRPr="00FB38CD" w:rsidRDefault="006C71EC" w:rsidP="006C71EC">
                                    <w:pPr>
                                      <w:rPr>
                                        <w:vertAlign w:val="superscript"/>
                                      </w:rPr>
                                    </w:pPr>
                                    <w:r>
                                      <w:t>55</w:t>
                                    </w:r>
                                    <w:r>
                                      <w:rPr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223837" y="0"/>
                                  <a:ext cx="48577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ED3F146" w14:textId="77777777" w:rsidR="006C71EC" w:rsidRPr="00FB38CD" w:rsidRDefault="006C71EC" w:rsidP="006C71EC">
                                    <w:pPr>
                                      <w:rPr>
                                        <w:vertAlign w:val="superscript"/>
                                      </w:rPr>
                                    </w:pPr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D80F01" id="Group 2" o:spid="_x0000_s1032" style="position:absolute;margin-left:107.55pt;margin-top:18.15pt;width:69pt;height:34.85pt;z-index:251675648;mso-width-relative:margin;mso-height-relative:margin" coordsize="8763,44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">
                      <v:group id="Group 3" o:spid="_x0000_s1033" style="position:absolute;top:1047;width:7000;height:3334" coordsize="7000,333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">
                        <v:line id="Straight Connector 4" o:spid="_x0000_s1034" style="position:absolute;visibility:visible;mso-wrap-style:square" from="0,0" to="7000,333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" strokecolor="#4579b8 [3044]"/>
                        <v:line id="Straight Connector 5" o:spid="_x0000_s1035" style="position:absolute;flip:y;visibility:visible;mso-wrap-style:square" from="3238,571" to="7000,147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" strokecolor="#4579b8 [3044]"/>
                      </v:group>
                      <v:shape id="Text Box 6" o:spid="_x0000_s1036" type="#_x0000_t202" style="position:absolute;left:3905;top:1381;width:4858;height:30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" filled="f" stroked="f" strokeweight=".5pt">
                        <v:textbox>
                          <w:txbxContent>
                            <w:p w14:paraId="48831A28" w14:textId="77777777" w:rsidR="006C71EC" w:rsidRPr="00FB38CD" w:rsidRDefault="006C71EC" w:rsidP="006C71EC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55</w:t>
                              </w:r>
                              <w:r>
                                <w:rPr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7" o:spid="_x0000_s1037" type="#_x0000_t202" style="position:absolute;left:2238;width:4858;height:304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" filled="f" stroked="f" strokeweight=".5pt">
                        <v:textbox>
                          <w:txbxContent>
                            <w:p w14:paraId="5ED3F146" w14:textId="77777777" w:rsidR="006C71EC" w:rsidRPr="00FB38CD" w:rsidRDefault="006C71EC" w:rsidP="006C71EC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x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1195">
              <w:rPr>
                <w:rFonts w:ascii="Avenir Book" w:hAnsi="Avenir Book"/>
              </w:rPr>
              <w:t>Find angle x</w:t>
            </w:r>
          </w:p>
          <w:p w14:paraId="06D69BD0" w14:textId="77777777" w:rsidR="006C71EC" w:rsidRPr="00C240D5" w:rsidRDefault="006C71EC" w:rsidP="00E01254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7040B03A" w14:textId="77777777" w:rsidR="006C71EC" w:rsidRDefault="006C71EC" w:rsidP="00525119">
      <w:pPr>
        <w:spacing w:after="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6C71EC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EC"/>
    <w:rsid w:val="000A43CA"/>
    <w:rsid w:val="000A63AF"/>
    <w:rsid w:val="001826A9"/>
    <w:rsid w:val="00213C21"/>
    <w:rsid w:val="002D5D86"/>
    <w:rsid w:val="00333535"/>
    <w:rsid w:val="003F51D8"/>
    <w:rsid w:val="00505FC9"/>
    <w:rsid w:val="00525119"/>
    <w:rsid w:val="0064471D"/>
    <w:rsid w:val="006C71EC"/>
    <w:rsid w:val="00705472"/>
    <w:rsid w:val="007B4226"/>
    <w:rsid w:val="007E2C1A"/>
    <w:rsid w:val="0090117B"/>
    <w:rsid w:val="0099142F"/>
    <w:rsid w:val="00AD3C1A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C34AA"/>
  <w15:docId w15:val="{37C90875-589A-4644-8E32-71E6AFC1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</cp:revision>
  <dcterms:created xsi:type="dcterms:W3CDTF">2019-02-22T16:35:00Z</dcterms:created>
  <dcterms:modified xsi:type="dcterms:W3CDTF">2019-02-22T16:36:00Z</dcterms:modified>
</cp:coreProperties>
</file>